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EE" w:rsidRDefault="005962EE" w:rsidP="00601566">
      <w:pPr>
        <w:pStyle w:val="Prosttext1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cs-CZ"/>
        </w:rPr>
      </w:pPr>
    </w:p>
    <w:p w:rsidR="005962EE" w:rsidRPr="00D53BFD" w:rsidRDefault="005962EE" w:rsidP="000E66CB">
      <w:pPr>
        <w:spacing w:line="360" w:lineRule="auto"/>
        <w:jc w:val="center"/>
        <w:rPr>
          <w:i/>
          <w:iCs/>
          <w:sz w:val="22"/>
          <w:szCs w:val="22"/>
        </w:rPr>
      </w:pPr>
      <w:r w:rsidRPr="00D53BFD">
        <w:rPr>
          <w:i/>
          <w:iCs/>
          <w:sz w:val="22"/>
          <w:szCs w:val="22"/>
        </w:rPr>
        <w:t>ZVÝŠENÍ BEZPEČNOSTI DOPRAVY V LIBERCI</w:t>
      </w:r>
    </w:p>
    <w:p w:rsidR="005962EE" w:rsidRPr="00D53BFD" w:rsidRDefault="005962EE" w:rsidP="000E66CB">
      <w:pPr>
        <w:spacing w:line="360" w:lineRule="auto"/>
        <w:jc w:val="center"/>
        <w:rPr>
          <w:i/>
          <w:iCs/>
          <w:sz w:val="22"/>
          <w:szCs w:val="22"/>
        </w:rPr>
      </w:pPr>
      <w:r w:rsidRPr="00D53BFD">
        <w:rPr>
          <w:i/>
          <w:iCs/>
          <w:sz w:val="22"/>
          <w:szCs w:val="22"/>
        </w:rPr>
        <w:t xml:space="preserve">–UL. </w:t>
      </w:r>
      <w:r>
        <w:rPr>
          <w:i/>
          <w:iCs/>
          <w:sz w:val="22"/>
          <w:szCs w:val="22"/>
        </w:rPr>
        <w:t xml:space="preserve">URALSKÁ </w:t>
      </w:r>
    </w:p>
    <w:p w:rsidR="005962EE" w:rsidRDefault="005962EE" w:rsidP="000D23A9">
      <w:pPr>
        <w:spacing w:line="360" w:lineRule="auto"/>
        <w:jc w:val="center"/>
        <w:rPr>
          <w:b/>
          <w:bCs/>
          <w:sz w:val="26"/>
          <w:szCs w:val="26"/>
        </w:rPr>
      </w:pPr>
      <w:r w:rsidRPr="00EA5500">
        <w:rPr>
          <w:b/>
          <w:bCs/>
          <w:sz w:val="26"/>
          <w:szCs w:val="26"/>
        </w:rPr>
        <w:t>SO 101 - ZPEVNĚNÉ PLOCHY</w:t>
      </w:r>
    </w:p>
    <w:p w:rsidR="005962EE" w:rsidRPr="000D23A9" w:rsidRDefault="005962EE" w:rsidP="000D23A9">
      <w:pPr>
        <w:spacing w:line="480" w:lineRule="auto"/>
        <w:ind w:right="23" w:firstLine="708"/>
        <w:jc w:val="both"/>
        <w:rPr>
          <w:b/>
          <w:bCs/>
          <w:sz w:val="22"/>
          <w:szCs w:val="22"/>
          <w:u w:val="single"/>
        </w:rPr>
      </w:pPr>
      <w:r w:rsidRPr="003D003D">
        <w:rPr>
          <w:b/>
          <w:bCs/>
          <w:sz w:val="22"/>
          <w:szCs w:val="22"/>
          <w:u w:val="single"/>
        </w:rPr>
        <w:t>Seznam příloh:</w:t>
      </w:r>
    </w:p>
    <w:p w:rsidR="005962EE" w:rsidRPr="00601566" w:rsidRDefault="005962EE" w:rsidP="00287DDB">
      <w:pPr>
        <w:spacing w:line="480" w:lineRule="auto"/>
        <w:ind w:right="23"/>
        <w:jc w:val="both"/>
        <w:rPr>
          <w:sz w:val="22"/>
          <w:szCs w:val="22"/>
        </w:rPr>
      </w:pPr>
      <w:r w:rsidRPr="00601566">
        <w:rPr>
          <w:sz w:val="22"/>
          <w:szCs w:val="22"/>
        </w:rPr>
        <w:tab/>
        <w:t>C.1.</w:t>
      </w:r>
      <w:r>
        <w:rPr>
          <w:sz w:val="22"/>
          <w:szCs w:val="22"/>
        </w:rPr>
        <w:t>1.</w:t>
      </w:r>
      <w:r>
        <w:rPr>
          <w:sz w:val="22"/>
          <w:szCs w:val="22"/>
        </w:rPr>
        <w:tab/>
      </w:r>
      <w:r w:rsidRPr="00601566">
        <w:rPr>
          <w:sz w:val="22"/>
          <w:szCs w:val="22"/>
        </w:rPr>
        <w:t xml:space="preserve">Technická zpráva </w:t>
      </w:r>
    </w:p>
    <w:p w:rsidR="005962EE" w:rsidRPr="00191EDB" w:rsidRDefault="005962EE" w:rsidP="00287DDB">
      <w:pPr>
        <w:spacing w:line="480" w:lineRule="auto"/>
        <w:ind w:right="23"/>
        <w:jc w:val="both"/>
        <w:rPr>
          <w:sz w:val="22"/>
          <w:szCs w:val="22"/>
        </w:rPr>
      </w:pPr>
      <w:r w:rsidRPr="00601566">
        <w:rPr>
          <w:sz w:val="22"/>
          <w:szCs w:val="22"/>
        </w:rPr>
        <w:tab/>
      </w:r>
      <w:r w:rsidRPr="00191EDB">
        <w:rPr>
          <w:sz w:val="22"/>
          <w:szCs w:val="22"/>
        </w:rPr>
        <w:t>C.1.2.</w:t>
      </w:r>
      <w:r w:rsidRPr="00191EDB">
        <w:rPr>
          <w:sz w:val="22"/>
          <w:szCs w:val="22"/>
        </w:rPr>
        <w:tab/>
        <w:t>Výkresy</w:t>
      </w:r>
    </w:p>
    <w:p w:rsidR="005962EE" w:rsidRDefault="005962EE" w:rsidP="00601566">
      <w:pPr>
        <w:spacing w:line="360" w:lineRule="auto"/>
        <w:ind w:right="23"/>
        <w:jc w:val="both"/>
        <w:rPr>
          <w:sz w:val="22"/>
          <w:szCs w:val="22"/>
        </w:rPr>
      </w:pPr>
      <w:r w:rsidRPr="00601566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01566">
        <w:rPr>
          <w:sz w:val="22"/>
          <w:szCs w:val="22"/>
        </w:rPr>
        <w:t>C</w:t>
      </w:r>
      <w:r>
        <w:rPr>
          <w:sz w:val="22"/>
          <w:szCs w:val="22"/>
        </w:rPr>
        <w:t>.1.2.1.</w:t>
      </w:r>
      <w:r w:rsidRPr="00601566">
        <w:rPr>
          <w:sz w:val="22"/>
          <w:szCs w:val="22"/>
        </w:rPr>
        <w:t xml:space="preserve">  Situace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01566">
        <w:rPr>
          <w:sz w:val="22"/>
          <w:szCs w:val="22"/>
        </w:rPr>
        <w:t>M 1:</w:t>
      </w:r>
      <w:r>
        <w:rPr>
          <w:sz w:val="22"/>
          <w:szCs w:val="22"/>
        </w:rPr>
        <w:t>500</w:t>
      </w:r>
    </w:p>
    <w:p w:rsidR="005962EE" w:rsidRDefault="005962EE" w:rsidP="00601566">
      <w:pPr>
        <w:spacing w:line="360" w:lineRule="auto"/>
        <w:ind w:right="23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C.1.2.2.</w:t>
      </w:r>
      <w:r>
        <w:rPr>
          <w:sz w:val="22"/>
          <w:szCs w:val="22"/>
        </w:rPr>
        <w:tab/>
        <w:t xml:space="preserve">  Obalové křivky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M 1:1000</w:t>
      </w:r>
    </w:p>
    <w:p w:rsidR="005962EE" w:rsidRPr="00601566" w:rsidRDefault="005962EE" w:rsidP="00191EDB">
      <w:pPr>
        <w:spacing w:line="360" w:lineRule="auto"/>
        <w:ind w:left="708" w:right="23" w:firstLine="708"/>
        <w:jc w:val="both"/>
        <w:rPr>
          <w:sz w:val="22"/>
          <w:szCs w:val="22"/>
        </w:rPr>
      </w:pPr>
      <w:r w:rsidRPr="00601566">
        <w:rPr>
          <w:sz w:val="22"/>
          <w:szCs w:val="22"/>
        </w:rPr>
        <w:t>C.1.2.</w:t>
      </w:r>
      <w:r>
        <w:rPr>
          <w:sz w:val="22"/>
          <w:szCs w:val="22"/>
        </w:rPr>
        <w:t>3</w:t>
      </w:r>
      <w:r w:rsidRPr="00601566">
        <w:rPr>
          <w:sz w:val="22"/>
          <w:szCs w:val="22"/>
        </w:rPr>
        <w:t>. Vzorové příčné řezy</w:t>
      </w:r>
      <w:r w:rsidRPr="00601566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01566">
        <w:rPr>
          <w:sz w:val="22"/>
          <w:szCs w:val="22"/>
        </w:rPr>
        <w:t>M 1</w:t>
      </w:r>
      <w:r>
        <w:rPr>
          <w:sz w:val="22"/>
          <w:szCs w:val="22"/>
        </w:rPr>
        <w:t>:5</w:t>
      </w:r>
      <w:r w:rsidRPr="00601566">
        <w:rPr>
          <w:sz w:val="22"/>
          <w:szCs w:val="22"/>
        </w:rPr>
        <w:t>0</w:t>
      </w:r>
    </w:p>
    <w:p w:rsidR="005962EE" w:rsidRPr="00601566" w:rsidRDefault="005962EE" w:rsidP="00601566">
      <w:pPr>
        <w:spacing w:line="360" w:lineRule="auto"/>
        <w:ind w:right="23"/>
        <w:jc w:val="both"/>
        <w:rPr>
          <w:sz w:val="22"/>
          <w:szCs w:val="22"/>
        </w:rPr>
      </w:pPr>
      <w:r w:rsidRPr="00601566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01566">
        <w:rPr>
          <w:sz w:val="22"/>
          <w:szCs w:val="22"/>
        </w:rPr>
        <w:t>C.1.2.</w:t>
      </w:r>
      <w:r>
        <w:rPr>
          <w:sz w:val="22"/>
          <w:szCs w:val="22"/>
        </w:rPr>
        <w:t>4</w:t>
      </w:r>
      <w:r w:rsidRPr="00601566">
        <w:rPr>
          <w:sz w:val="22"/>
          <w:szCs w:val="22"/>
        </w:rPr>
        <w:t>.  Charakteristické příčné řezy</w:t>
      </w:r>
      <w:r w:rsidRPr="00601566">
        <w:rPr>
          <w:sz w:val="22"/>
          <w:szCs w:val="22"/>
        </w:rPr>
        <w:tab/>
      </w:r>
      <w:r w:rsidRPr="00601566">
        <w:rPr>
          <w:sz w:val="22"/>
          <w:szCs w:val="22"/>
        </w:rPr>
        <w:tab/>
        <w:t>M 1:50</w:t>
      </w:r>
    </w:p>
    <w:p w:rsidR="005962EE" w:rsidRPr="00601566" w:rsidRDefault="005962EE" w:rsidP="00601566">
      <w:pPr>
        <w:spacing w:line="360" w:lineRule="auto"/>
        <w:ind w:right="23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01566">
        <w:rPr>
          <w:sz w:val="22"/>
          <w:szCs w:val="22"/>
        </w:rPr>
        <w:t>C.1.2.</w:t>
      </w:r>
      <w:r>
        <w:rPr>
          <w:sz w:val="22"/>
          <w:szCs w:val="22"/>
        </w:rPr>
        <w:t>5</w:t>
      </w:r>
      <w:r w:rsidRPr="00601566">
        <w:rPr>
          <w:sz w:val="22"/>
          <w:szCs w:val="22"/>
        </w:rPr>
        <w:t>.  Vytyčovací výkres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01566">
        <w:rPr>
          <w:sz w:val="22"/>
          <w:szCs w:val="22"/>
        </w:rPr>
        <w:t>M 1:</w:t>
      </w:r>
      <w:r>
        <w:rPr>
          <w:sz w:val="22"/>
          <w:szCs w:val="22"/>
        </w:rPr>
        <w:t>500</w:t>
      </w:r>
    </w:p>
    <w:p w:rsidR="005962EE" w:rsidRPr="00601566" w:rsidRDefault="005962EE" w:rsidP="00601566">
      <w:pPr>
        <w:spacing w:line="360" w:lineRule="auto"/>
        <w:ind w:right="23"/>
        <w:jc w:val="both"/>
        <w:rPr>
          <w:sz w:val="22"/>
          <w:szCs w:val="22"/>
        </w:rPr>
      </w:pPr>
      <w:r w:rsidRPr="00601566">
        <w:rPr>
          <w:sz w:val="22"/>
          <w:szCs w:val="22"/>
        </w:rPr>
        <w:tab/>
      </w:r>
    </w:p>
    <w:sectPr w:rsidR="005962EE" w:rsidRPr="00601566" w:rsidSect="00616B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85A12"/>
    <w:multiLevelType w:val="hybridMultilevel"/>
    <w:tmpl w:val="97842C60"/>
    <w:lvl w:ilvl="0" w:tplc="C04A522A">
      <w:start w:val="5"/>
      <w:numFmt w:val="upperLetter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5E595192"/>
    <w:multiLevelType w:val="hybridMultilevel"/>
    <w:tmpl w:val="F5D81C50"/>
    <w:lvl w:ilvl="0" w:tplc="AD4A811E">
      <w:start w:val="6"/>
      <w:numFmt w:val="upperLetter"/>
      <w:lvlText w:val="%1."/>
      <w:lvlJc w:val="left"/>
      <w:pPr>
        <w:ind w:left="107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90" w:hanging="360"/>
      </w:pPr>
    </w:lvl>
    <w:lvl w:ilvl="2" w:tplc="0405001B">
      <w:start w:val="1"/>
      <w:numFmt w:val="lowerRoman"/>
      <w:lvlText w:val="%3."/>
      <w:lvlJc w:val="right"/>
      <w:pPr>
        <w:ind w:left="2510" w:hanging="180"/>
      </w:pPr>
    </w:lvl>
    <w:lvl w:ilvl="3" w:tplc="0405000F">
      <w:start w:val="1"/>
      <w:numFmt w:val="decimal"/>
      <w:lvlText w:val="%4."/>
      <w:lvlJc w:val="left"/>
      <w:pPr>
        <w:ind w:left="3230" w:hanging="360"/>
      </w:pPr>
    </w:lvl>
    <w:lvl w:ilvl="4" w:tplc="04050019">
      <w:start w:val="1"/>
      <w:numFmt w:val="lowerLetter"/>
      <w:lvlText w:val="%5."/>
      <w:lvlJc w:val="left"/>
      <w:pPr>
        <w:ind w:left="3950" w:hanging="360"/>
      </w:pPr>
    </w:lvl>
    <w:lvl w:ilvl="5" w:tplc="0405001B">
      <w:start w:val="1"/>
      <w:numFmt w:val="lowerRoman"/>
      <w:lvlText w:val="%6."/>
      <w:lvlJc w:val="right"/>
      <w:pPr>
        <w:ind w:left="4670" w:hanging="180"/>
      </w:pPr>
    </w:lvl>
    <w:lvl w:ilvl="6" w:tplc="0405000F">
      <w:start w:val="1"/>
      <w:numFmt w:val="decimal"/>
      <w:lvlText w:val="%7."/>
      <w:lvlJc w:val="left"/>
      <w:pPr>
        <w:ind w:left="5390" w:hanging="360"/>
      </w:pPr>
    </w:lvl>
    <w:lvl w:ilvl="7" w:tplc="04050019">
      <w:start w:val="1"/>
      <w:numFmt w:val="lowerLetter"/>
      <w:lvlText w:val="%8."/>
      <w:lvlJc w:val="left"/>
      <w:pPr>
        <w:ind w:left="6110" w:hanging="360"/>
      </w:pPr>
    </w:lvl>
    <w:lvl w:ilvl="8" w:tplc="0405001B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793C3A14"/>
    <w:multiLevelType w:val="hybridMultilevel"/>
    <w:tmpl w:val="97842C60"/>
    <w:lvl w:ilvl="0" w:tplc="C04A522A">
      <w:start w:val="5"/>
      <w:numFmt w:val="upperLetter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7D5C16D8"/>
    <w:multiLevelType w:val="hybridMultilevel"/>
    <w:tmpl w:val="97842C60"/>
    <w:lvl w:ilvl="0" w:tplc="C04A522A">
      <w:start w:val="5"/>
      <w:numFmt w:val="upperLetter"/>
      <w:lvlText w:val="%1."/>
      <w:lvlJc w:val="left"/>
      <w:pPr>
        <w:tabs>
          <w:tab w:val="num" w:pos="1415"/>
        </w:tabs>
        <w:ind w:left="141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62F2"/>
    <w:rsid w:val="00005837"/>
    <w:rsid w:val="00030895"/>
    <w:rsid w:val="00033523"/>
    <w:rsid w:val="00037689"/>
    <w:rsid w:val="00042F94"/>
    <w:rsid w:val="000461E8"/>
    <w:rsid w:val="0004730B"/>
    <w:rsid w:val="00072538"/>
    <w:rsid w:val="00075693"/>
    <w:rsid w:val="00077294"/>
    <w:rsid w:val="000773A9"/>
    <w:rsid w:val="00093421"/>
    <w:rsid w:val="000A09FD"/>
    <w:rsid w:val="000A0FD0"/>
    <w:rsid w:val="000B4BD3"/>
    <w:rsid w:val="000C240F"/>
    <w:rsid w:val="000D23A9"/>
    <w:rsid w:val="000E64FF"/>
    <w:rsid w:val="000E66CB"/>
    <w:rsid w:val="00104FE4"/>
    <w:rsid w:val="001151EB"/>
    <w:rsid w:val="001306C2"/>
    <w:rsid w:val="00153A94"/>
    <w:rsid w:val="00161AB4"/>
    <w:rsid w:val="001647F4"/>
    <w:rsid w:val="001679C1"/>
    <w:rsid w:val="00175384"/>
    <w:rsid w:val="00191EDB"/>
    <w:rsid w:val="001A2C9C"/>
    <w:rsid w:val="001A64A6"/>
    <w:rsid w:val="001B38EF"/>
    <w:rsid w:val="001B44D2"/>
    <w:rsid w:val="001D1309"/>
    <w:rsid w:val="001D1CE3"/>
    <w:rsid w:val="001E36CF"/>
    <w:rsid w:val="001E4D3B"/>
    <w:rsid w:val="00213208"/>
    <w:rsid w:val="00215399"/>
    <w:rsid w:val="002340E5"/>
    <w:rsid w:val="002374BE"/>
    <w:rsid w:val="002438AC"/>
    <w:rsid w:val="002624D1"/>
    <w:rsid w:val="00272DB0"/>
    <w:rsid w:val="00287DDB"/>
    <w:rsid w:val="002929DE"/>
    <w:rsid w:val="002A4FB9"/>
    <w:rsid w:val="002C333A"/>
    <w:rsid w:val="002D4BDD"/>
    <w:rsid w:val="00311331"/>
    <w:rsid w:val="00315BDF"/>
    <w:rsid w:val="003352C1"/>
    <w:rsid w:val="00390AC4"/>
    <w:rsid w:val="003A0C13"/>
    <w:rsid w:val="003B4F5E"/>
    <w:rsid w:val="003C00CA"/>
    <w:rsid w:val="003C0A66"/>
    <w:rsid w:val="003D003D"/>
    <w:rsid w:val="003F2231"/>
    <w:rsid w:val="003F3E71"/>
    <w:rsid w:val="004102CF"/>
    <w:rsid w:val="00413499"/>
    <w:rsid w:val="00424124"/>
    <w:rsid w:val="00443E34"/>
    <w:rsid w:val="00444580"/>
    <w:rsid w:val="004460A5"/>
    <w:rsid w:val="00466D20"/>
    <w:rsid w:val="0049210B"/>
    <w:rsid w:val="004970C8"/>
    <w:rsid w:val="004B4395"/>
    <w:rsid w:val="004C2559"/>
    <w:rsid w:val="004F5DD2"/>
    <w:rsid w:val="00520205"/>
    <w:rsid w:val="00523F13"/>
    <w:rsid w:val="0054599F"/>
    <w:rsid w:val="00555C55"/>
    <w:rsid w:val="00566918"/>
    <w:rsid w:val="00566B04"/>
    <w:rsid w:val="005766F9"/>
    <w:rsid w:val="00591513"/>
    <w:rsid w:val="00593FD9"/>
    <w:rsid w:val="005962EE"/>
    <w:rsid w:val="005A5AD1"/>
    <w:rsid w:val="005C3DAA"/>
    <w:rsid w:val="005D0EA1"/>
    <w:rsid w:val="00601566"/>
    <w:rsid w:val="00616BD1"/>
    <w:rsid w:val="0064318A"/>
    <w:rsid w:val="006942EB"/>
    <w:rsid w:val="006A2A0F"/>
    <w:rsid w:val="006C41CF"/>
    <w:rsid w:val="006D1854"/>
    <w:rsid w:val="006E2031"/>
    <w:rsid w:val="006E58C6"/>
    <w:rsid w:val="006F2B59"/>
    <w:rsid w:val="007062F2"/>
    <w:rsid w:val="007065EA"/>
    <w:rsid w:val="00711985"/>
    <w:rsid w:val="007127E1"/>
    <w:rsid w:val="0072356C"/>
    <w:rsid w:val="007310AF"/>
    <w:rsid w:val="00732239"/>
    <w:rsid w:val="00771598"/>
    <w:rsid w:val="00792809"/>
    <w:rsid w:val="0079656F"/>
    <w:rsid w:val="007A3ED9"/>
    <w:rsid w:val="007B2774"/>
    <w:rsid w:val="007B3DE3"/>
    <w:rsid w:val="007B7ED3"/>
    <w:rsid w:val="007C1028"/>
    <w:rsid w:val="007C1D8C"/>
    <w:rsid w:val="007C2177"/>
    <w:rsid w:val="007C2CCA"/>
    <w:rsid w:val="007D6B3C"/>
    <w:rsid w:val="007E14E2"/>
    <w:rsid w:val="00800824"/>
    <w:rsid w:val="008364A0"/>
    <w:rsid w:val="00851348"/>
    <w:rsid w:val="0088281B"/>
    <w:rsid w:val="008851D7"/>
    <w:rsid w:val="00894ED5"/>
    <w:rsid w:val="008D698B"/>
    <w:rsid w:val="008E03EF"/>
    <w:rsid w:val="008F0B10"/>
    <w:rsid w:val="00913297"/>
    <w:rsid w:val="00917D08"/>
    <w:rsid w:val="00920A29"/>
    <w:rsid w:val="00933230"/>
    <w:rsid w:val="009337D3"/>
    <w:rsid w:val="0095528E"/>
    <w:rsid w:val="00965C8D"/>
    <w:rsid w:val="009837D8"/>
    <w:rsid w:val="00995E4E"/>
    <w:rsid w:val="009A7A8A"/>
    <w:rsid w:val="009C5C10"/>
    <w:rsid w:val="009F105F"/>
    <w:rsid w:val="009F5693"/>
    <w:rsid w:val="009F6C33"/>
    <w:rsid w:val="00A27021"/>
    <w:rsid w:val="00A51FFC"/>
    <w:rsid w:val="00A56F34"/>
    <w:rsid w:val="00A63C79"/>
    <w:rsid w:val="00A71609"/>
    <w:rsid w:val="00A8204D"/>
    <w:rsid w:val="00AA00E7"/>
    <w:rsid w:val="00AB7F89"/>
    <w:rsid w:val="00AD4F8A"/>
    <w:rsid w:val="00AE382E"/>
    <w:rsid w:val="00B0489C"/>
    <w:rsid w:val="00B27806"/>
    <w:rsid w:val="00B33B0B"/>
    <w:rsid w:val="00B348D5"/>
    <w:rsid w:val="00B47E43"/>
    <w:rsid w:val="00B505DA"/>
    <w:rsid w:val="00B75143"/>
    <w:rsid w:val="00B87E28"/>
    <w:rsid w:val="00BA081F"/>
    <w:rsid w:val="00BC678C"/>
    <w:rsid w:val="00BD5E0E"/>
    <w:rsid w:val="00BE219F"/>
    <w:rsid w:val="00BF40C8"/>
    <w:rsid w:val="00C100EB"/>
    <w:rsid w:val="00C1194C"/>
    <w:rsid w:val="00C242D6"/>
    <w:rsid w:val="00C8757B"/>
    <w:rsid w:val="00C93726"/>
    <w:rsid w:val="00C97D2C"/>
    <w:rsid w:val="00CB40CB"/>
    <w:rsid w:val="00CB5387"/>
    <w:rsid w:val="00CD6E96"/>
    <w:rsid w:val="00CF2314"/>
    <w:rsid w:val="00CF5249"/>
    <w:rsid w:val="00D03CC1"/>
    <w:rsid w:val="00D101F1"/>
    <w:rsid w:val="00D17330"/>
    <w:rsid w:val="00D246FF"/>
    <w:rsid w:val="00D30DBB"/>
    <w:rsid w:val="00D53BFD"/>
    <w:rsid w:val="00D7161C"/>
    <w:rsid w:val="00D71C8A"/>
    <w:rsid w:val="00D81A1E"/>
    <w:rsid w:val="00D82CB3"/>
    <w:rsid w:val="00D9643A"/>
    <w:rsid w:val="00E04CDD"/>
    <w:rsid w:val="00E05D84"/>
    <w:rsid w:val="00E07F44"/>
    <w:rsid w:val="00E23BE5"/>
    <w:rsid w:val="00E26233"/>
    <w:rsid w:val="00E36CE7"/>
    <w:rsid w:val="00E41AF5"/>
    <w:rsid w:val="00E47732"/>
    <w:rsid w:val="00E67E88"/>
    <w:rsid w:val="00EA5500"/>
    <w:rsid w:val="00EB316F"/>
    <w:rsid w:val="00EB57E8"/>
    <w:rsid w:val="00F0086C"/>
    <w:rsid w:val="00F201A6"/>
    <w:rsid w:val="00F41E32"/>
    <w:rsid w:val="00F64BF8"/>
    <w:rsid w:val="00F66B97"/>
    <w:rsid w:val="00F80F96"/>
    <w:rsid w:val="00F9233D"/>
    <w:rsid w:val="00FA3301"/>
    <w:rsid w:val="00FC2D26"/>
    <w:rsid w:val="00FC4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2F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osttext1">
    <w:name w:val="Prostý text1"/>
    <w:basedOn w:val="Normal"/>
    <w:uiPriority w:val="99"/>
    <w:rsid w:val="007062F2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ListParagraph">
    <w:name w:val="List Paragraph"/>
    <w:basedOn w:val="Normal"/>
    <w:uiPriority w:val="99"/>
    <w:qFormat/>
    <w:rsid w:val="006942EB"/>
    <w:pPr>
      <w:ind w:left="720"/>
    </w:pPr>
  </w:style>
  <w:style w:type="paragraph" w:customStyle="1" w:styleId="l1">
    <w:name w:val="l1"/>
    <w:basedOn w:val="Normal"/>
    <w:uiPriority w:val="99"/>
    <w:rsid w:val="000A09F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204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48</Words>
  <Characters>287</Characters>
  <Application>Microsoft Office Outlook</Application>
  <DocSecurity>0</DocSecurity>
  <Lines>0</Lines>
  <Paragraphs>0</Paragraphs>
  <ScaleCrop>false</ScaleCrop>
  <Company>Nydrle-projektova kancelar, spol. s r.o.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 P S</dc:title>
  <dc:subject/>
  <dc:creator>nydrlova</dc:creator>
  <cp:keywords/>
  <dc:description/>
  <cp:lastModifiedBy>Katerina Vasickova</cp:lastModifiedBy>
  <cp:revision>4</cp:revision>
  <cp:lastPrinted>2016-04-11T05:30:00Z</cp:lastPrinted>
  <dcterms:created xsi:type="dcterms:W3CDTF">2016-05-19T08:42:00Z</dcterms:created>
  <dcterms:modified xsi:type="dcterms:W3CDTF">2016-05-24T07:49:00Z</dcterms:modified>
</cp:coreProperties>
</file>